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66" w:rsidRDefault="00873F7D">
      <w:r>
        <w:rPr>
          <w:noProof/>
        </w:rPr>
        <w:pict>
          <v:group id="_x0000_s1026" style="position:absolute;margin-left:9.75pt;margin-top:-14.85pt;width:507.6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4A1C66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8D156F" w:rsidRPr="008D156F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HW11</w:t>
                        </w:r>
                        <w:r w:rsidR="008D156F">
                          <w:rPr>
                            <w:noProof/>
                          </w:rPr>
                          <w:t>_WordProblems+TestReview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Ms. Estrada, Mr. Bielmeier, Mr. Tiénou-Gustafson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2F52CA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Fri, 12 Sep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4A1C66" w:rsidRDefault="004A1C66"/>
    <w:p w:rsidR="004A1C66" w:rsidRDefault="00873F7D"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5" type="#_x0000_t98" style="position:absolute;margin-left:182.25pt;margin-top:10.2pt;width:341.25pt;height:50.25pt;z-index:251662336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2F52CA" w:rsidRPr="002337F9" w:rsidRDefault="002F52CA">
                  <w:pPr>
                    <w:rPr>
                      <w:b/>
                      <w:i/>
                      <w:sz w:val="28"/>
                    </w:rPr>
                  </w:pPr>
                  <w:r w:rsidRPr="002337F9">
                    <w:rPr>
                      <w:b/>
                      <w:i/>
                      <w:sz w:val="28"/>
                    </w:rPr>
                    <w:t xml:space="preserve">Remember: the Unit 1 Test </w:t>
                  </w:r>
                  <w:r w:rsidRPr="002337F9">
                    <w:rPr>
                      <w:i/>
                      <w:sz w:val="28"/>
                    </w:rPr>
                    <w:t>(Linear Algebra: lines &amp; manipulating equations)</w:t>
                  </w:r>
                  <w:r w:rsidRPr="002337F9">
                    <w:rPr>
                      <w:b/>
                      <w:i/>
                      <w:sz w:val="28"/>
                    </w:rPr>
                    <w:t xml:space="preserve"> is TOMORROW! Study! </w:t>
                  </w:r>
                </w:p>
              </w:txbxContent>
            </v:textbox>
          </v:shape>
        </w:pict>
      </w:r>
      <w:r w:rsidR="004A1C66">
        <w:t xml:space="preserve"> </w:t>
      </w:r>
    </w:p>
    <w:p w:rsidR="004A1C66" w:rsidRDefault="004A1C66"/>
    <w:p w:rsidR="009C3732" w:rsidRPr="009C3732" w:rsidRDefault="00C60B4B">
      <w:pPr>
        <w:rPr>
          <w:b/>
          <w:i/>
          <w:sz w:val="32"/>
        </w:rPr>
      </w:pPr>
      <w:r w:rsidRPr="009C3732">
        <w:rPr>
          <w:b/>
          <w:i/>
          <w:sz w:val="32"/>
        </w:rPr>
        <w:t xml:space="preserve">Word Problems: </w:t>
      </w:r>
    </w:p>
    <w:p w:rsidR="004A1C66" w:rsidRPr="009C3732" w:rsidRDefault="00C60B4B" w:rsidP="009C3732">
      <w:pPr>
        <w:spacing w:line="276" w:lineRule="auto"/>
        <w:rPr>
          <w:sz w:val="32"/>
        </w:rPr>
      </w:pPr>
      <w:r w:rsidRPr="009C3732">
        <w:rPr>
          <w:i/>
          <w:sz w:val="32"/>
        </w:rPr>
        <w:t>Eliminate the noise!</w:t>
      </w:r>
    </w:p>
    <w:p w:rsidR="00C60B4B" w:rsidRDefault="00C60B4B">
      <w:r w:rsidRPr="00C60B4B">
        <w:rPr>
          <w:u w:val="single"/>
        </w:rPr>
        <w:t>Instructions</w:t>
      </w:r>
      <w:r>
        <w:t xml:space="preserve">: (1) Read each problem &amp; cross out the “noise” (irrelevant info). (2) Choose which mathematical </w:t>
      </w:r>
      <w:r w:rsidR="00FB78C9">
        <w:t>interpretation</w:t>
      </w:r>
      <w:r>
        <w:t xml:space="preserve"> represents what the word problem is actually asking. (3) Justify your answer. (4) Solve.</w:t>
      </w:r>
    </w:p>
    <w:p w:rsidR="00C60B4B" w:rsidRDefault="00C60B4B"/>
    <w:p w:rsidR="00C60B4B" w:rsidRPr="00AE206A" w:rsidRDefault="00873F7D" w:rsidP="00C60B4B">
      <w:pPr>
        <w:pStyle w:val="ListParagraph"/>
        <w:keepLines/>
        <w:numPr>
          <w:ilvl w:val="0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 w:cs="Times New Roman"/>
          <w:color w:val="000000"/>
        </w:rPr>
      </w:pPr>
      <w:r w:rsidRPr="00873F7D">
        <w:rPr>
          <w:noProof/>
        </w:rPr>
        <w:pict>
          <v:group id="_x0000_s1034" style="position:absolute;left:0;text-align:left;margin-left:212.25pt;margin-top:39.35pt;width:324pt;height:119.6pt;z-index:251661312" coordorigin="4875,3570" coordsize="6480,2392">
            <v:rect id="_x0000_s1032" style="position:absolute;left:4875;top:3570;width:6480;height:945">
              <v:textbox>
                <w:txbxContent>
                  <w:p w:rsidR="00FB78C9" w:rsidRPr="00FB78C9" w:rsidRDefault="00FB78C9">
                    <w:pPr>
                      <w:rPr>
                        <w:i/>
                      </w:rPr>
                    </w:pPr>
                    <w:r w:rsidRPr="00FB78C9">
                      <w:rPr>
                        <w:i/>
                      </w:rPr>
                      <w:t xml:space="preserve">Justify your </w:t>
                    </w:r>
                    <w:r>
                      <w:rPr>
                        <w:i/>
                      </w:rPr>
                      <w:t>choice of mathematical interpretations</w:t>
                    </w:r>
                    <w:r w:rsidRPr="00FB78C9">
                      <w:rPr>
                        <w:i/>
                      </w:rPr>
                      <w:t>:</w:t>
                    </w:r>
                  </w:p>
                </w:txbxContent>
              </v:textbox>
            </v:rect>
            <v:rect id="_x0000_s1033" style="position:absolute;left:4875;top:4522;width:6480;height:1440">
              <v:textbox>
                <w:txbxContent>
                  <w:p w:rsidR="00FB78C9" w:rsidRPr="00FB78C9" w:rsidRDefault="00FB78C9">
                    <w:pPr>
                      <w:rPr>
                        <w:i/>
                      </w:rPr>
                    </w:pPr>
                    <w:r w:rsidRPr="00FB78C9">
                      <w:rPr>
                        <w:i/>
                      </w:rPr>
                      <w:t>Solution work:</w:t>
                    </w:r>
                  </w:p>
                </w:txbxContent>
              </v:textbox>
            </v:rect>
          </v:group>
        </w:pict>
      </w:r>
      <m:oMath>
        <m:r>
          <m:rPr>
            <m:sty m:val="bi"/>
          </m:rP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bh</m:t>
        </m:r>
      </m:oMath>
      <w:r w:rsidR="00C60B4B">
        <w:t xml:space="preserve">The area of a triangle can be calculating using the equation </w:t>
      </w:r>
      <m:oMath>
        <m: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bh</m:t>
        </m:r>
      </m:oMath>
      <w:r w:rsidR="00C60B4B">
        <w:rPr>
          <w:rFonts w:eastAsiaTheme="minorEastAsia"/>
        </w:rPr>
        <w:t xml:space="preserve">, where </w:t>
      </w:r>
      <w:r w:rsidR="00C60B4B" w:rsidRPr="00AE206A">
        <w:rPr>
          <w:rFonts w:eastAsiaTheme="minorEastAsia"/>
          <w:i/>
        </w:rPr>
        <w:t>b</w:t>
      </w:r>
      <w:r w:rsidR="00C60B4B">
        <w:rPr>
          <w:rFonts w:eastAsiaTheme="minorEastAsia"/>
        </w:rPr>
        <w:t xml:space="preserve"> is the base of the triangle and </w:t>
      </w:r>
      <w:r w:rsidR="00C60B4B" w:rsidRPr="00AE206A">
        <w:rPr>
          <w:rFonts w:eastAsiaTheme="minorEastAsia"/>
          <w:i/>
        </w:rPr>
        <w:t>h</w:t>
      </w:r>
      <w:r w:rsidR="00C60B4B">
        <w:rPr>
          <w:rFonts w:eastAsiaTheme="minorEastAsia"/>
        </w:rPr>
        <w:t xml:space="preserve"> is its height.</w:t>
      </w:r>
      <w:r w:rsidR="00C60B4B">
        <w:t xml:space="preserve"> Suppose the base of the triangle is some number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C60B4B">
        <w:t xml:space="preserve">, giving the formula </w:t>
      </w:r>
      <m:oMath>
        <m:r>
          <m:rPr>
            <m:sty m:val="bi"/>
          </m:rP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h</m:t>
        </m:r>
      </m:oMath>
      <w:r w:rsidR="00C60B4B">
        <w:rPr>
          <w:i/>
        </w:rPr>
        <w:t xml:space="preserve">. </w:t>
      </w:r>
      <w:r w:rsidR="00C60B4B">
        <w:t xml:space="preserve">Create an equation that would find the value of </w:t>
      </w:r>
      <w:r w:rsidR="00C60B4B">
        <w:rPr>
          <w:b/>
          <w:i/>
        </w:rPr>
        <w:t>x</w:t>
      </w:r>
      <w:r w:rsidR="00C60B4B">
        <w:t>.</w:t>
      </w:r>
    </w:p>
    <w:p w:rsidR="00C60B4B" w:rsidRPr="00E004BA" w:rsidRDefault="00C60B4B" w:rsidP="00C60B4B">
      <w:pPr>
        <w:pStyle w:val="ListParagraph"/>
        <w:keepLines/>
        <w:numPr>
          <w:ilvl w:val="1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</w:rPr>
      </w:pPr>
      <m:oMath>
        <m:r>
          <m:rPr>
            <m:sty m:val="bi"/>
          </m:rP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h, </m:t>
        </m:r>
        <m:r>
          <w:rPr>
            <w:rFonts w:ascii="Cambria Math" w:hAnsi="Cambria Math"/>
          </w:rPr>
          <m:t>solve for x</m:t>
        </m:r>
      </m:oMath>
    </w:p>
    <w:p w:rsidR="00C60B4B" w:rsidRPr="00C60B4B" w:rsidRDefault="00C60B4B" w:rsidP="00C60B4B">
      <w:pPr>
        <w:pStyle w:val="ListParagraph"/>
        <w:keepLines/>
        <w:numPr>
          <w:ilvl w:val="1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</w:rPr>
      </w:pPr>
      <m:oMath>
        <m:r>
          <m:rPr>
            <m:sty m:val="bi"/>
          </m:rP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h</m:t>
        </m:r>
      </m:oMath>
      <w:r>
        <w:rPr>
          <w:rFonts w:asciiTheme="majorHAnsi" w:eastAsiaTheme="minorEastAsia" w:hAnsiTheme="majorHAnsi" w:cs="Times New Roman"/>
          <w:b/>
        </w:rPr>
        <w:t xml:space="preserve">, </w:t>
      </w:r>
      <w:r w:rsidRPr="00C60B4B">
        <w:rPr>
          <w:rFonts w:asciiTheme="majorHAnsi" w:eastAsiaTheme="minorEastAsia" w:hAnsiTheme="majorHAnsi" w:cs="Times New Roman"/>
          <w:i/>
        </w:rPr>
        <w:t>rewrite x in terms of b</w:t>
      </w:r>
    </w:p>
    <w:p w:rsidR="00C60B4B" w:rsidRPr="00C60B4B" w:rsidRDefault="00C60B4B" w:rsidP="00C60B4B">
      <w:pPr>
        <w:pStyle w:val="ListParagraph"/>
        <w:keepLines/>
        <w:numPr>
          <w:ilvl w:val="1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</w:rPr>
      </w:pPr>
      <m:oMath>
        <m:r>
          <m:rPr>
            <m:sty m:val="bi"/>
          </m:rP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bh, </m:t>
        </m:r>
        <m:r>
          <w:rPr>
            <w:rFonts w:ascii="Cambria Math" w:hAnsi="Cambria Math"/>
          </w:rPr>
          <m:t>simplify</m:t>
        </m:r>
      </m:oMath>
    </w:p>
    <w:p w:rsidR="00C60B4B" w:rsidRPr="00C60B4B" w:rsidRDefault="00C60B4B" w:rsidP="00C60B4B">
      <w:pPr>
        <w:pStyle w:val="ListParagraph"/>
        <w:keepLines/>
        <w:numPr>
          <w:ilvl w:val="1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b/>
          <w:color w:val="000000"/>
        </w:rPr>
      </w:pPr>
      <m:oMath>
        <m:r>
          <m:rPr>
            <m:sty m:val="bi"/>
          </m:rP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bh, </m:t>
        </m:r>
        <m:r>
          <w:rPr>
            <w:rFonts w:ascii="Cambria Math" w:hAnsi="Cambria Math"/>
          </w:rPr>
          <m:t>solve for h</m:t>
        </m:r>
      </m:oMath>
    </w:p>
    <w:p w:rsidR="00C60B4B" w:rsidRDefault="00C60B4B"/>
    <w:p w:rsidR="00F63917" w:rsidRPr="003B230E" w:rsidRDefault="00F63917" w:rsidP="00F63917">
      <w:pPr>
        <w:pStyle w:val="ListParagraph"/>
        <w:keepLines/>
        <w:numPr>
          <w:ilvl w:val="0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</w:rPr>
      </w:pPr>
      <w:r w:rsidRPr="001B7585">
        <w:rPr>
          <w:rFonts w:asciiTheme="majorHAnsi" w:hAnsiTheme="majorHAnsi" w:cs="Times New Roman"/>
          <w:color w:val="000000"/>
        </w:rPr>
        <w:t>The formula for converting degrees Celsius (</w:t>
      </w:r>
      <w:r w:rsidRPr="001B7585">
        <w:rPr>
          <w:rFonts w:asciiTheme="majorHAnsi" w:hAnsiTheme="majorHAnsi" w:cs="Times New Roman"/>
          <w:i/>
          <w:iCs/>
          <w:color w:val="000000"/>
        </w:rPr>
        <w:t>C</w:t>
      </w:r>
      <w:r w:rsidRPr="001B7585">
        <w:rPr>
          <w:rFonts w:asciiTheme="majorHAnsi" w:hAnsiTheme="majorHAnsi" w:cs="Times New Roman"/>
          <w:color w:val="000000"/>
        </w:rPr>
        <w:t>) to degrees Fahrenheit (</w:t>
      </w:r>
      <w:r w:rsidRPr="001B7585">
        <w:rPr>
          <w:rFonts w:asciiTheme="majorHAnsi" w:hAnsiTheme="majorHAnsi" w:cs="Times New Roman"/>
          <w:i/>
          <w:iCs/>
          <w:color w:val="000000"/>
        </w:rPr>
        <w:t>F</w:t>
      </w:r>
      <w:r>
        <w:rPr>
          <w:rFonts w:asciiTheme="majorHAnsi" w:hAnsiTheme="majorHAnsi" w:cs="Times New Roman"/>
          <w:color w:val="000000"/>
        </w:rPr>
        <w:t>) is</w:t>
      </w:r>
      <w:r>
        <w:rPr>
          <w:rFonts w:asciiTheme="majorHAnsi" w:hAnsiTheme="majorHAnsi" w:cs="Times New Roman"/>
          <w:color w:val="000000"/>
        </w:rPr>
        <w:tab/>
      </w:r>
      <w:r w:rsidRPr="001B7585">
        <w:rPr>
          <w:noProof/>
        </w:rPr>
        <w:drawing>
          <wp:inline distT="0" distB="0" distL="0" distR="0">
            <wp:extent cx="833755" cy="343535"/>
            <wp:effectExtent l="0" t="0" r="4445" b="0"/>
            <wp:docPr id="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917" w:rsidRPr="00F63917" w:rsidRDefault="00F63917" w:rsidP="00F63917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ind w:left="360"/>
        <w:rPr>
          <w:rFonts w:asciiTheme="majorHAnsi" w:hAnsiTheme="majorHAnsi" w:cs="Times New Roman"/>
          <w:color w:val="000000"/>
        </w:rPr>
      </w:pPr>
      <w:r w:rsidRPr="001B7585">
        <w:rPr>
          <w:rFonts w:asciiTheme="majorHAnsi" w:hAnsiTheme="majorHAnsi" w:cs="Times New Roman"/>
          <w:color w:val="000000"/>
        </w:rPr>
        <w:t>A chemistry student knows that the temperature in degrees Kelvin (</w:t>
      </w:r>
      <w:r w:rsidRPr="001B7585">
        <w:rPr>
          <w:rFonts w:asciiTheme="majorHAnsi" w:hAnsiTheme="majorHAnsi" w:cs="Times New Roman"/>
          <w:i/>
          <w:iCs/>
          <w:color w:val="000000"/>
        </w:rPr>
        <w:t>K</w:t>
      </w:r>
      <w:r w:rsidRPr="001B7585">
        <w:rPr>
          <w:rFonts w:asciiTheme="majorHAnsi" w:hAnsiTheme="majorHAnsi" w:cs="Times New Roman"/>
          <w:color w:val="000000"/>
        </w:rPr>
        <w:t xml:space="preserve">) is 273.15 degrees greater than in degrees Celsius, so the formula to convert degrees Kelvin to degrees Fahrenheit is </w:t>
      </w:r>
      <w:r w:rsidRPr="001B7585">
        <w:rPr>
          <w:rFonts w:asciiTheme="majorHAnsi" w:hAnsiTheme="majorHAnsi"/>
          <w:noProof/>
          <w:position w:val="-19"/>
        </w:rPr>
        <w:drawing>
          <wp:inline distT="0" distB="0" distL="0" distR="0">
            <wp:extent cx="1460336" cy="342900"/>
            <wp:effectExtent l="19050" t="0" r="6514" b="0"/>
            <wp:docPr id="8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917" w:rsidRDefault="00873F7D" w:rsidP="00F63917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ind w:left="360"/>
        <w:rPr>
          <w:rFonts w:asciiTheme="majorHAnsi" w:hAnsiTheme="majorHAnsi" w:cs="Times New Roman"/>
          <w:color w:val="000000"/>
        </w:rPr>
      </w:pPr>
      <w:r w:rsidRPr="00873F7D">
        <w:rPr>
          <w:noProof/>
        </w:rPr>
        <w:pict>
          <v:group id="_x0000_s1036" style="position:absolute;left:0;text-align:left;margin-left:171.75pt;margin-top:17.2pt;width:368.25pt;height:119.6pt;z-index:251663360" coordorigin="4875,3570" coordsize="6480,2392">
            <v:rect id="_x0000_s1037" style="position:absolute;left:4875;top:3570;width:6480;height:945">
              <v:textbox>
                <w:txbxContent>
                  <w:p w:rsidR="00F63917" w:rsidRPr="00FB78C9" w:rsidRDefault="00F63917">
                    <w:pPr>
                      <w:rPr>
                        <w:i/>
                      </w:rPr>
                    </w:pPr>
                    <w:r w:rsidRPr="00FB78C9">
                      <w:rPr>
                        <w:i/>
                      </w:rPr>
                      <w:t xml:space="preserve">Justify your </w:t>
                    </w:r>
                    <w:r>
                      <w:rPr>
                        <w:i/>
                      </w:rPr>
                      <w:t>choice of mathematical interpretations</w:t>
                    </w:r>
                    <w:r w:rsidRPr="00FB78C9">
                      <w:rPr>
                        <w:i/>
                      </w:rPr>
                      <w:t>:</w:t>
                    </w:r>
                  </w:p>
                </w:txbxContent>
              </v:textbox>
            </v:rect>
            <v:rect id="_x0000_s1038" style="position:absolute;left:4875;top:4522;width:6480;height:1440">
              <v:textbox>
                <w:txbxContent>
                  <w:p w:rsidR="00F63917" w:rsidRPr="00FB78C9" w:rsidRDefault="00F63917">
                    <w:pPr>
                      <w:rPr>
                        <w:i/>
                      </w:rPr>
                    </w:pPr>
                    <w:r w:rsidRPr="00FB78C9">
                      <w:rPr>
                        <w:i/>
                      </w:rPr>
                      <w:t>Solution work:</w:t>
                    </w:r>
                  </w:p>
                </w:txbxContent>
              </v:textbox>
            </v:rect>
          </v:group>
        </w:pict>
      </w:r>
      <w:r w:rsidR="00F63917" w:rsidRPr="001B7585">
        <w:rPr>
          <w:rFonts w:asciiTheme="majorHAnsi" w:hAnsiTheme="majorHAnsi" w:cs="Times New Roman"/>
          <w:color w:val="000000"/>
        </w:rPr>
        <w:t>What formula can you use to convert degrees Fahrenheit to degrees Kelvin?</w:t>
      </w:r>
    </w:p>
    <w:p w:rsidR="00F63917" w:rsidRDefault="00F63917" w:rsidP="00F63917">
      <w:pPr>
        <w:pStyle w:val="ListParagraph"/>
        <w:numPr>
          <w:ilvl w:val="1"/>
          <w:numId w:val="1"/>
        </w:numPr>
        <w:spacing w:line="360" w:lineRule="auto"/>
      </w:pPr>
      <w:r>
        <w:t>Solve for K (Kelvin)</w:t>
      </w:r>
    </w:p>
    <w:p w:rsidR="00F63917" w:rsidRDefault="00F63917" w:rsidP="00F63917">
      <w:pPr>
        <w:pStyle w:val="ListParagraph"/>
        <w:numPr>
          <w:ilvl w:val="1"/>
          <w:numId w:val="1"/>
        </w:numPr>
        <w:spacing w:line="360" w:lineRule="auto"/>
      </w:pPr>
      <w:r>
        <w:t>Solve for F (Fahrenheit)</w:t>
      </w:r>
    </w:p>
    <w:p w:rsidR="00F63917" w:rsidRDefault="00F63917" w:rsidP="00F63917">
      <w:pPr>
        <w:pStyle w:val="ListParagraph"/>
        <w:numPr>
          <w:ilvl w:val="1"/>
          <w:numId w:val="1"/>
        </w:numPr>
        <w:spacing w:line="360" w:lineRule="auto"/>
      </w:pPr>
      <w:r>
        <w:t>Solve for C (Celsius)</w:t>
      </w:r>
    </w:p>
    <w:p w:rsidR="00F63917" w:rsidRDefault="00F63917" w:rsidP="00F63917">
      <w:pPr>
        <w:pStyle w:val="ListParagraph"/>
        <w:numPr>
          <w:ilvl w:val="1"/>
          <w:numId w:val="1"/>
        </w:numPr>
        <w:spacing w:line="360" w:lineRule="auto"/>
      </w:pPr>
      <w:r>
        <w:t>Simplify</w:t>
      </w:r>
    </w:p>
    <w:p w:rsidR="00F63917" w:rsidRDefault="00F63917" w:rsidP="00F63917">
      <w:pPr>
        <w:pStyle w:val="ListParagraph"/>
        <w:numPr>
          <w:ilvl w:val="1"/>
          <w:numId w:val="1"/>
        </w:numPr>
      </w:pPr>
      <w:r>
        <w:t>Combine like terms</w:t>
      </w:r>
    </w:p>
    <w:p w:rsidR="00F63917" w:rsidRDefault="00F63917" w:rsidP="00F63917"/>
    <w:p w:rsidR="00F63917" w:rsidRDefault="00F63917" w:rsidP="00F63917"/>
    <w:p w:rsidR="00F63917" w:rsidRPr="009C3732" w:rsidRDefault="00F63917" w:rsidP="00F63917">
      <w:pPr>
        <w:rPr>
          <w:sz w:val="10"/>
        </w:rPr>
      </w:pPr>
    </w:p>
    <w:p w:rsidR="009C3732" w:rsidRPr="009C3732" w:rsidRDefault="009C3732" w:rsidP="009C3732">
      <w:pPr>
        <w:pStyle w:val="ListParagraph"/>
        <w:numPr>
          <w:ilvl w:val="0"/>
          <w:numId w:val="1"/>
        </w:numPr>
      </w:pPr>
      <w:r>
        <w:t xml:space="preserve">Juan is traveling between the US and Mexico and wants to exchange his US dollars into Mexican pesos. The exchange rate is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100</m:t>
            </m:r>
          </m:den>
        </m:f>
      </m:oMath>
      <w:r w:rsidRPr="009C3732">
        <w:rPr>
          <w:rFonts w:eastAsiaTheme="minorEastAsia"/>
        </w:rPr>
        <w:t xml:space="preserve"> of a dollar per peso. The currency exchange location also charges a fee of $10 for the transaction. Juan represents this formula as  </w:t>
      </w:r>
      <m:oMath>
        <m:r>
          <m:rPr>
            <m:sty m:val="bi"/>
          </m:rPr>
          <w:rPr>
            <w:rFonts w:ascii="Cambria Math" w:hAnsi="Cambria Math"/>
          </w:rPr>
          <m:t>p=</m:t>
        </m:r>
        <m:f>
          <m:fPr>
            <m:ctrlPr>
              <w:rPr>
                <w:rFonts w:ascii="Cambria Math" w:hAnsi="Cambria Math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8</m:t>
            </m:r>
          </m:num>
          <m:den>
            <m:r>
              <m:rPr>
                <m:sty m:val="b"/>
              </m:rPr>
              <w:rPr>
                <w:rFonts w:ascii="Cambria Math" w:hAnsi="Cambria Math"/>
              </w:rPr>
              <m:t>100</m:t>
            </m:r>
          </m:den>
        </m:f>
        <m:r>
          <m:rPr>
            <m:sty m:val="bi"/>
          </m:rPr>
          <w:rPr>
            <w:rFonts w:ascii="Cambria Math" w:hAnsi="Cambria Math"/>
          </w:rPr>
          <m:t>(d-125)</m:t>
        </m:r>
      </m:oMath>
      <w:r w:rsidRPr="009C3732">
        <w:rPr>
          <w:rFonts w:eastAsiaTheme="minorEastAsia"/>
        </w:rPr>
        <w:t xml:space="preserve">, simplifying since $125 </w:t>
      </w:r>
      <m:oMath>
        <m:r>
          <w:rPr>
            <w:rFonts w:ascii="Cambria Math" w:eastAsiaTheme="minorEastAsia" w:hAnsi="Cambria Math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100</m:t>
            </m:r>
          </m:den>
        </m:f>
      </m:oMath>
      <w:r w:rsidRPr="009C3732">
        <w:rPr>
          <w:rFonts w:eastAsiaTheme="minorEastAsia"/>
        </w:rPr>
        <w:t xml:space="preserve">  =$10. Juan is curious how much 1 dollar is worth. Rewrite this equation in terms of d.</w:t>
      </w:r>
    </w:p>
    <w:p w:rsidR="009C3732" w:rsidRPr="00A65237" w:rsidRDefault="00873F7D" w:rsidP="009C3732">
      <w:pPr>
        <w:pStyle w:val="ListParagraph"/>
        <w:ind w:left="360"/>
      </w:pPr>
      <w:r>
        <w:rPr>
          <w:noProof/>
        </w:rPr>
        <w:pict>
          <v:group id="_x0000_s1039" style="position:absolute;left:0;text-align:left;margin-left:206.25pt;margin-top:-.05pt;width:344.25pt;height:119.6pt;z-index:251664384" coordorigin="4875,3570" coordsize="6480,2392">
            <v:rect id="_x0000_s1040" style="position:absolute;left:4875;top:3570;width:6480;height:945">
              <v:textbox>
                <w:txbxContent>
                  <w:p w:rsidR="009C3732" w:rsidRPr="00FB78C9" w:rsidRDefault="009C3732">
                    <w:pPr>
                      <w:rPr>
                        <w:i/>
                      </w:rPr>
                    </w:pPr>
                    <w:r w:rsidRPr="00FB78C9">
                      <w:rPr>
                        <w:i/>
                      </w:rPr>
                      <w:t xml:space="preserve">Justify your </w:t>
                    </w:r>
                    <w:r>
                      <w:rPr>
                        <w:i/>
                      </w:rPr>
                      <w:t>choice of mathematical interpretations</w:t>
                    </w:r>
                    <w:r w:rsidRPr="00FB78C9">
                      <w:rPr>
                        <w:i/>
                      </w:rPr>
                      <w:t>:</w:t>
                    </w:r>
                  </w:p>
                </w:txbxContent>
              </v:textbox>
            </v:rect>
            <v:rect id="_x0000_s1041" style="position:absolute;left:4875;top:4522;width:6480;height:1440">
              <v:textbox>
                <w:txbxContent>
                  <w:p w:rsidR="009C3732" w:rsidRPr="00FB78C9" w:rsidRDefault="009C3732">
                    <w:pPr>
                      <w:rPr>
                        <w:i/>
                      </w:rPr>
                    </w:pPr>
                    <w:r w:rsidRPr="00FB78C9">
                      <w:rPr>
                        <w:i/>
                      </w:rPr>
                      <w:t>Solution work:</w:t>
                    </w:r>
                  </w:p>
                </w:txbxContent>
              </v:textbox>
            </v:rect>
          </v:group>
        </w:pict>
      </w:r>
    </w:p>
    <w:p w:rsidR="00F63917" w:rsidRPr="009C3732" w:rsidRDefault="009C3732" w:rsidP="009C3732">
      <w:pPr>
        <w:pStyle w:val="ListParagraph"/>
        <w:numPr>
          <w:ilvl w:val="1"/>
          <w:numId w:val="1"/>
        </w:numPr>
        <w:rPr>
          <w:rFonts w:eastAsiaTheme="minorEastAsia"/>
        </w:rPr>
      </w:pPr>
      <m:oMath>
        <m:r>
          <m:rPr>
            <m:sty m:val="bi"/>
          </m:rPr>
          <w:rPr>
            <w:rFonts w:ascii="Cambria Math" w:hAnsi="Cambria Math"/>
          </w:rPr>
          <m:t>p=</m:t>
        </m:r>
        <m:f>
          <m:fPr>
            <m:ctrlPr>
              <w:rPr>
                <w:rFonts w:ascii="Cambria Math" w:hAnsi="Cambria Math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8</m:t>
            </m:r>
          </m:num>
          <m:den>
            <m:r>
              <m:rPr>
                <m:sty m:val="b"/>
              </m:rPr>
              <w:rPr>
                <w:rFonts w:ascii="Cambria Math" w:hAnsi="Cambria Math"/>
              </w:rPr>
              <m:t>100</m:t>
            </m:r>
          </m:den>
        </m:f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d-125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simplify</m:t>
        </m:r>
      </m:oMath>
    </w:p>
    <w:p w:rsidR="009C3732" w:rsidRPr="009C3732" w:rsidRDefault="009C3732" w:rsidP="009C3732">
      <w:pPr>
        <w:pStyle w:val="ListParagraph"/>
        <w:numPr>
          <w:ilvl w:val="1"/>
          <w:numId w:val="1"/>
        </w:numPr>
        <w:rPr>
          <w:rFonts w:eastAsiaTheme="minorEastAsia"/>
        </w:rPr>
      </w:pPr>
      <m:oMath>
        <m:r>
          <m:rPr>
            <m:sty m:val="bi"/>
          </m:rPr>
          <w:rPr>
            <w:rFonts w:ascii="Cambria Math" w:hAnsi="Cambria Math"/>
          </w:rPr>
          <m:t>p=</m:t>
        </m:r>
        <m:f>
          <m:fPr>
            <m:ctrlPr>
              <w:rPr>
                <w:rFonts w:ascii="Cambria Math" w:hAnsi="Cambria Math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8</m:t>
            </m:r>
          </m:num>
          <m:den>
            <m:r>
              <m:rPr>
                <m:sty m:val="b"/>
              </m:rPr>
              <w:rPr>
                <w:rFonts w:ascii="Cambria Math" w:hAnsi="Cambria Math"/>
              </w:rPr>
              <m:t>100</m:t>
            </m:r>
          </m:den>
        </m:f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d-125</m:t>
            </m:r>
          </m:e>
        </m:d>
        <m:r>
          <w:rPr>
            <w:rFonts w:ascii="Cambria Math" w:hAnsi="Cambria Math"/>
          </w:rPr>
          <m:t>, solve for d</m:t>
        </m:r>
      </m:oMath>
    </w:p>
    <w:p w:rsidR="009C3732" w:rsidRDefault="009C3732" w:rsidP="009C3732">
      <w:pPr>
        <w:pStyle w:val="ListParagraph"/>
        <w:numPr>
          <w:ilvl w:val="1"/>
          <w:numId w:val="1"/>
        </w:numPr>
        <w:rPr>
          <w:rFonts w:eastAsiaTheme="minorEastAsia"/>
          <w:i/>
        </w:rPr>
      </w:pPr>
      <w:r w:rsidRPr="009C3732">
        <w:rPr>
          <w:rFonts w:eastAsiaTheme="minorEastAsia"/>
          <w:b/>
          <w:i/>
        </w:rPr>
        <w:t xml:space="preserve">$125 </w:t>
      </w:r>
      <m:oMath>
        <m:r>
          <m:rPr>
            <m:sty m:val="bi"/>
          </m:rPr>
          <w:rPr>
            <w:rFonts w:ascii="Cambria Math" w:eastAsiaTheme="minorEastAsia" w:hAnsi="Cambria Math"/>
          </w:rPr>
          <m:t>×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100</m:t>
            </m:r>
          </m:den>
        </m:f>
      </m:oMath>
      <w:r w:rsidRPr="009C3732">
        <w:rPr>
          <w:rFonts w:eastAsiaTheme="minorEastAsia"/>
          <w:b/>
          <w:i/>
        </w:rPr>
        <w:t xml:space="preserve">  =$10d</w:t>
      </w:r>
      <w:r w:rsidRPr="009C3732">
        <w:rPr>
          <w:rFonts w:eastAsiaTheme="minorEastAsia"/>
          <w:i/>
        </w:rPr>
        <w:t>, solve for d</w:t>
      </w:r>
    </w:p>
    <w:p w:rsidR="009C3732" w:rsidRDefault="009C3732" w:rsidP="009C3732">
      <w:pPr>
        <w:pStyle w:val="ListParagraph"/>
        <w:numPr>
          <w:ilvl w:val="1"/>
          <w:numId w:val="1"/>
        </w:numPr>
        <w:rPr>
          <w:rFonts w:eastAsiaTheme="minorEastAsia"/>
          <w:i/>
        </w:rPr>
      </w:pPr>
      <w:r w:rsidRPr="009C3732">
        <w:rPr>
          <w:rFonts w:eastAsiaTheme="minorEastAsia"/>
          <w:b/>
          <w:i/>
        </w:rPr>
        <w:t xml:space="preserve">$125 </w:t>
      </w:r>
      <m:oMath>
        <m:r>
          <m:rPr>
            <m:sty m:val="bi"/>
          </m:rPr>
          <w:rPr>
            <w:rFonts w:ascii="Cambria Math" w:eastAsiaTheme="minorEastAsia" w:hAnsi="Cambria Math"/>
          </w:rPr>
          <m:t>×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100</m:t>
            </m:r>
          </m:den>
        </m:f>
      </m:oMath>
      <w:r w:rsidRPr="009C3732">
        <w:rPr>
          <w:rFonts w:eastAsiaTheme="minorEastAsia"/>
          <w:b/>
          <w:i/>
        </w:rPr>
        <w:t xml:space="preserve">  =</w:t>
      </w:r>
      <w:r>
        <w:rPr>
          <w:rFonts w:eastAsiaTheme="minorEastAsia"/>
          <w:b/>
          <w:i/>
        </w:rPr>
        <w:t>p</w:t>
      </w:r>
      <w:r>
        <w:rPr>
          <w:rFonts w:eastAsiaTheme="minorEastAsia"/>
          <w:i/>
        </w:rPr>
        <w:t>, solve for p</w:t>
      </w:r>
    </w:p>
    <w:p w:rsidR="009C3732" w:rsidRDefault="009C3732" w:rsidP="009C3732">
      <w:pPr>
        <w:rPr>
          <w:rFonts w:eastAsiaTheme="minorEastAsia"/>
          <w:i/>
        </w:rPr>
      </w:pPr>
    </w:p>
    <w:p w:rsidR="009C3732" w:rsidRDefault="009C3732">
      <w:pPr>
        <w:rPr>
          <w:rFonts w:eastAsiaTheme="minorEastAsia"/>
          <w:i/>
        </w:rPr>
      </w:pPr>
      <w:r>
        <w:rPr>
          <w:rFonts w:eastAsiaTheme="minorEastAsia"/>
          <w:i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8"/>
        <w:gridCol w:w="5508"/>
      </w:tblGrid>
      <w:tr w:rsidR="009C3732" w:rsidRPr="00217F1A" w:rsidTr="004B1518">
        <w:trPr>
          <w:trHeight w:val="2502"/>
        </w:trPr>
        <w:tc>
          <w:tcPr>
            <w:tcW w:w="11016" w:type="dxa"/>
            <w:gridSpan w:val="2"/>
            <w:shd w:val="clear" w:color="auto" w:fill="auto"/>
          </w:tcPr>
          <w:p w:rsidR="009C3732" w:rsidRPr="00217F1A" w:rsidRDefault="009C3732" w:rsidP="004B1518">
            <w:pPr>
              <w:tabs>
                <w:tab w:val="left" w:pos="0"/>
              </w:tabs>
            </w:pPr>
            <w:r w:rsidRPr="00217F1A">
              <w:lastRenderedPageBreak/>
              <w:t xml:space="preserve">1) </w:t>
            </w:r>
            <w:r w:rsidRPr="00217F1A">
              <w:rPr>
                <w:b/>
              </w:rPr>
              <w:t>Writing:</w:t>
            </w:r>
            <w:r w:rsidRPr="00217F1A">
              <w:t xml:space="preserve"> Describe the </w:t>
            </w:r>
            <w:r w:rsidRPr="009C3732">
              <w:rPr>
                <w:b/>
              </w:rPr>
              <w:t>steps</w:t>
            </w:r>
            <w:r w:rsidRPr="00217F1A">
              <w:t xml:space="preserve"> you would take to write an equation in point-slope form of the line that passes through the point (3, - 2) and (4, 5).</w:t>
            </w: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</w:tc>
      </w:tr>
      <w:tr w:rsidR="009C3732" w:rsidRPr="00217F1A" w:rsidTr="00137CBD">
        <w:trPr>
          <w:trHeight w:val="1988"/>
        </w:trPr>
        <w:tc>
          <w:tcPr>
            <w:tcW w:w="11016" w:type="dxa"/>
            <w:gridSpan w:val="2"/>
            <w:shd w:val="clear" w:color="auto" w:fill="auto"/>
          </w:tcPr>
          <w:p w:rsidR="009C3732" w:rsidRPr="00217F1A" w:rsidRDefault="009C3732" w:rsidP="004B1518">
            <w:pPr>
              <w:rPr>
                <w:rFonts w:ascii="Calibri" w:hAnsi="Calibri"/>
                <w:i/>
                <w:noProof/>
              </w:rPr>
            </w:pPr>
            <w:r w:rsidRPr="00217F1A">
              <w:rPr>
                <w:rFonts w:ascii="Calibri" w:hAnsi="Calibri"/>
                <w:noProof/>
              </w:rPr>
              <w:t xml:space="preserve">2) Write an equation in </w:t>
            </w:r>
            <w:r w:rsidRPr="009C3732">
              <w:rPr>
                <w:rFonts w:ascii="Calibri" w:hAnsi="Calibri"/>
                <w:b/>
                <w:noProof/>
              </w:rPr>
              <w:t>point-slope form</w:t>
            </w:r>
            <w:r w:rsidRPr="00217F1A">
              <w:rPr>
                <w:rFonts w:ascii="Calibri" w:hAnsi="Calibri"/>
                <w:noProof/>
              </w:rPr>
              <w:t xml:space="preserve"> of the line that passes through the given point and has the given slope </w:t>
            </w:r>
            <w:r w:rsidRPr="00217F1A">
              <w:rPr>
                <w:rFonts w:ascii="Calibri" w:hAnsi="Calibri"/>
                <w:i/>
                <w:noProof/>
              </w:rPr>
              <w:t>m.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595"/>
              <w:gridCol w:w="3595"/>
              <w:gridCol w:w="3595"/>
            </w:tblGrid>
            <w:tr w:rsidR="009C3732" w:rsidRPr="00217F1A" w:rsidTr="004B1518">
              <w:tc>
                <w:tcPr>
                  <w:tcW w:w="3595" w:type="dxa"/>
                  <w:shd w:val="clear" w:color="auto" w:fill="auto"/>
                </w:tcPr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 xml:space="preserve">a) </w:t>
                  </w:r>
                  <w:r w:rsidR="00137CBD" w:rsidRPr="00217F1A">
                    <w:rPr>
                      <w:rFonts w:ascii="Calibri" w:hAnsi="Calibri"/>
                      <w:noProof/>
                      <w:position w:val="-10"/>
                    </w:rPr>
                    <w:object w:dxaOrig="1420" w:dyaOrig="320">
                      <v:shape id="_x0000_i1025" type="#_x0000_t75" style="width:71.3pt;height:15.6pt" o:ole="">
                        <v:imagedata r:id="rId10" o:title=""/>
                      </v:shape>
                      <o:OLEObject Type="Embed" ProgID="Equation.3" ShapeID="_x0000_i1025" DrawAspect="Content" ObjectID="_1471642684" r:id="rId11"/>
                    </w:object>
                  </w: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</w:tc>
              <w:tc>
                <w:tcPr>
                  <w:tcW w:w="3595" w:type="dxa"/>
                  <w:shd w:val="clear" w:color="auto" w:fill="auto"/>
                </w:tcPr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b)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340" w:dyaOrig="620">
                      <v:shape id="_x0000_i1026" type="#_x0000_t75" style="width:66.55pt;height:30.55pt" o:ole="">
                        <v:imagedata r:id="rId12" o:title=""/>
                      </v:shape>
                      <o:OLEObject Type="Embed" ProgID="Equation.3" ShapeID="_x0000_i1026" DrawAspect="Content" ObjectID="_1471642685" r:id="rId13"/>
                    </w:object>
                  </w:r>
                </w:p>
              </w:tc>
              <w:tc>
                <w:tcPr>
                  <w:tcW w:w="3595" w:type="dxa"/>
                  <w:shd w:val="clear" w:color="auto" w:fill="auto"/>
                </w:tcPr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c)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620" w:dyaOrig="620">
                      <v:shape id="_x0000_i1027" type="#_x0000_t75" style="width:80.85pt;height:30.55pt" o:ole="">
                        <v:imagedata r:id="rId14" o:title=""/>
                      </v:shape>
                      <o:OLEObject Type="Embed" ProgID="Equation.3" ShapeID="_x0000_i1027" DrawAspect="Content" ObjectID="_1471642686" r:id="rId15"/>
                    </w:object>
                  </w:r>
                </w:p>
              </w:tc>
            </w:tr>
          </w:tbl>
          <w:p w:rsidR="009C3732" w:rsidRPr="00217F1A" w:rsidRDefault="009C3732" w:rsidP="004B1518">
            <w:pPr>
              <w:rPr>
                <w:rFonts w:ascii="Calibri" w:hAnsi="Calibri"/>
                <w:i/>
                <w:noProof/>
              </w:rPr>
            </w:pPr>
          </w:p>
        </w:tc>
      </w:tr>
      <w:tr w:rsidR="009C3732" w:rsidRPr="00217F1A" w:rsidTr="009C3732">
        <w:trPr>
          <w:trHeight w:val="1412"/>
        </w:trPr>
        <w:tc>
          <w:tcPr>
            <w:tcW w:w="11016" w:type="dxa"/>
            <w:gridSpan w:val="2"/>
            <w:shd w:val="clear" w:color="auto" w:fill="auto"/>
          </w:tcPr>
          <w:p w:rsidR="009C3732" w:rsidRPr="009676C2" w:rsidRDefault="009C3732" w:rsidP="004B1518">
            <w:pPr>
              <w:rPr>
                <w:rFonts w:ascii="Calibri" w:hAnsi="Calibri" w:cs="Calibri"/>
              </w:rPr>
            </w:pPr>
            <w:r w:rsidRPr="009676C2">
              <w:rPr>
                <w:rFonts w:ascii="Calibri" w:hAnsi="Calibri" w:cs="Calibri"/>
              </w:rPr>
              <w:t xml:space="preserve">Write an equation in </w:t>
            </w:r>
            <w:r w:rsidRPr="009C3732">
              <w:rPr>
                <w:rFonts w:ascii="Calibri" w:hAnsi="Calibri" w:cs="Calibri"/>
                <w:b/>
              </w:rPr>
              <w:t>slope-intercept</w:t>
            </w:r>
            <w:r w:rsidRPr="009676C2">
              <w:rPr>
                <w:rFonts w:ascii="Calibri" w:hAnsi="Calibri" w:cs="Calibri"/>
              </w:rPr>
              <w:t xml:space="preserve"> form of the line with the given slope and y-intercept.</w:t>
            </w:r>
          </w:p>
          <w:p w:rsidR="009C3732" w:rsidRPr="009C3685" w:rsidRDefault="009C3732" w:rsidP="00137CBD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  <w:lang w:val="fr-CA"/>
              </w:rPr>
            </w:pPr>
            <w:r w:rsidRPr="009C3685">
              <w:rPr>
                <w:rFonts w:ascii="Calibri" w:hAnsi="Calibri" w:cs="Calibri"/>
                <w:lang w:val="fr-CA"/>
              </w:rPr>
              <w:t>3) Slope: 5</w:t>
            </w:r>
            <w:r>
              <w:rPr>
                <w:rFonts w:ascii="Calibri" w:hAnsi="Calibri" w:cs="Calibri"/>
                <w:lang w:val="fr-CA"/>
              </w:rPr>
              <w:t xml:space="preserve">, </w:t>
            </w:r>
            <w:r w:rsidRPr="009C3685">
              <w:rPr>
                <w:rFonts w:ascii="Calibri" w:hAnsi="Calibri" w:cs="Calibri"/>
                <w:lang w:val="fr-CA"/>
              </w:rPr>
              <w:t xml:space="preserve">y-intercept: </w:t>
            </w:r>
            <w:r>
              <w:object w:dxaOrig="200" w:dyaOrig="120">
                <v:shape id="_x0000_i1028" type="#_x0000_t75" style="width:9.5pt;height:6.1pt" o:ole="">
                  <v:imagedata r:id="rId16" o:title=""/>
                </v:shape>
                <o:OLEObject Type="Embed" ProgID="Equation.3" ShapeID="_x0000_i1028" DrawAspect="Content" ObjectID="_1471642687" r:id="rId17"/>
              </w:object>
            </w:r>
            <w:r w:rsidRPr="009C3685">
              <w:rPr>
                <w:lang w:val="fr-CA"/>
              </w:rPr>
              <w:t>7</w:t>
            </w:r>
            <w:r w:rsidRPr="009C3685">
              <w:rPr>
                <w:rFonts w:ascii="Calibri" w:hAnsi="Calibri" w:cs="Calibri"/>
                <w:lang w:val="fr-CA"/>
              </w:rPr>
              <w:tab/>
              <w:t xml:space="preserve">   4) Slope:</w:t>
            </w:r>
            <w:r w:rsidRPr="009C3732">
              <w:rPr>
                <w:lang w:val="fr-CA"/>
              </w:rPr>
              <w:t xml:space="preserve"> </w:t>
            </w:r>
            <w:r w:rsidRPr="009676C2">
              <w:rPr>
                <w:position w:val="-24"/>
              </w:rPr>
              <w:object w:dxaOrig="240" w:dyaOrig="620">
                <v:shape id="_x0000_i1029" type="#_x0000_t75" style="width:12.25pt;height:30.55pt" o:ole="">
                  <v:imagedata r:id="rId18" o:title=""/>
                </v:shape>
                <o:OLEObject Type="Embed" ProgID="Equation.3" ShapeID="_x0000_i1029" DrawAspect="Content" ObjectID="_1471642688" r:id="rId19"/>
              </w:object>
            </w:r>
            <w:r w:rsidRPr="009C3732">
              <w:rPr>
                <w:lang w:val="fr-CA"/>
              </w:rPr>
              <w:t xml:space="preserve">, </w:t>
            </w:r>
            <w:r w:rsidRPr="009C3685">
              <w:rPr>
                <w:rFonts w:ascii="Calibri" w:hAnsi="Calibri" w:cs="Calibri"/>
                <w:lang w:val="fr-CA"/>
              </w:rPr>
              <w:t xml:space="preserve"> y-intercept: </w:t>
            </w:r>
            <w:r>
              <w:object w:dxaOrig="200" w:dyaOrig="120">
                <v:shape id="_x0000_i1030" type="#_x0000_t75" style="width:9.5pt;height:6.1pt" o:ole="">
                  <v:imagedata r:id="rId16" o:title=""/>
                </v:shape>
                <o:OLEObject Type="Embed" ProgID="Equation.3" ShapeID="_x0000_i1030" DrawAspect="Content" ObjectID="_1471642689" r:id="rId20"/>
              </w:object>
            </w:r>
            <w:r w:rsidRPr="009C3685">
              <w:rPr>
                <w:lang w:val="fr-CA"/>
              </w:rPr>
              <w:t>2</w:t>
            </w:r>
            <w:r w:rsidRPr="009C3685">
              <w:rPr>
                <w:rFonts w:ascii="Calibri" w:hAnsi="Calibri" w:cs="Calibri"/>
                <w:lang w:val="fr-CA"/>
              </w:rPr>
              <w:t xml:space="preserve">                    5) Slope: </w:t>
            </w:r>
            <w:r w:rsidRPr="009676C2">
              <w:rPr>
                <w:position w:val="-24"/>
              </w:rPr>
              <w:object w:dxaOrig="420" w:dyaOrig="620">
                <v:shape id="_x0000_i1031" type="#_x0000_t75" style="width:21.05pt;height:30.55pt" o:ole="">
                  <v:imagedata r:id="rId21" o:title=""/>
                </v:shape>
                <o:OLEObject Type="Embed" ProgID="Equation.3" ShapeID="_x0000_i1031" DrawAspect="Content" ObjectID="_1471642690" r:id="rId22"/>
              </w:object>
            </w:r>
            <w:r w:rsidRPr="009C3732">
              <w:rPr>
                <w:lang w:val="fr-CA"/>
              </w:rPr>
              <w:t xml:space="preserve">, </w:t>
            </w:r>
            <w:r w:rsidRPr="009C3685">
              <w:rPr>
                <w:rFonts w:ascii="Calibri" w:hAnsi="Calibri" w:cs="Calibri"/>
                <w:lang w:val="fr-CA"/>
              </w:rPr>
              <w:t xml:space="preserve">y-intercept: </w:t>
            </w:r>
            <w:r w:rsidRPr="009C3685">
              <w:rPr>
                <w:lang w:val="fr-CA"/>
              </w:rPr>
              <w:t>1</w:t>
            </w:r>
          </w:p>
          <w:p w:rsidR="009C3732" w:rsidRPr="00137CBD" w:rsidRDefault="009C3732" w:rsidP="00137CBD">
            <w:pPr>
              <w:rPr>
                <w:sz w:val="20"/>
                <w:lang w:val="fr-CA"/>
              </w:rPr>
            </w:pPr>
          </w:p>
          <w:p w:rsidR="009C3732" w:rsidRPr="001349E6" w:rsidRDefault="009C3732" w:rsidP="009C3732">
            <w:pPr>
              <w:tabs>
                <w:tab w:val="left" w:pos="4230"/>
                <w:tab w:val="left" w:pos="8775"/>
              </w:tabs>
            </w:pPr>
            <w:r>
              <w:t>_________________________                                  _________________________                                _________________________</w:t>
            </w:r>
          </w:p>
        </w:tc>
      </w:tr>
      <w:tr w:rsidR="009C3732" w:rsidRPr="00217F1A" w:rsidTr="004B1518">
        <w:tc>
          <w:tcPr>
            <w:tcW w:w="11016" w:type="dxa"/>
            <w:gridSpan w:val="2"/>
            <w:shd w:val="clear" w:color="auto" w:fill="auto"/>
          </w:tcPr>
          <w:p w:rsidR="009C3732" w:rsidRPr="009676C2" w:rsidRDefault="009C3732" w:rsidP="004B1518">
            <w:pPr>
              <w:rPr>
                <w:rFonts w:ascii="Calibri" w:hAnsi="Calibri" w:cs="Calibri"/>
                <w:i/>
              </w:rPr>
            </w:pPr>
            <w:r w:rsidRPr="009676C2">
              <w:rPr>
                <w:rFonts w:ascii="Calibri" w:hAnsi="Calibri" w:cs="Calibri"/>
              </w:rPr>
              <w:t xml:space="preserve">Write an equation in </w:t>
            </w:r>
            <w:r w:rsidRPr="00137CBD">
              <w:rPr>
                <w:rFonts w:ascii="Calibri" w:hAnsi="Calibri" w:cs="Calibri"/>
                <w:b/>
              </w:rPr>
              <w:t>slope-intercept</w:t>
            </w:r>
            <w:r w:rsidRPr="009676C2">
              <w:rPr>
                <w:rFonts w:ascii="Calibri" w:hAnsi="Calibri" w:cs="Calibri"/>
              </w:rPr>
              <w:t xml:space="preserve"> form of the line that passes through the given point and has the given slope </w:t>
            </w:r>
            <w:r w:rsidRPr="009676C2">
              <w:rPr>
                <w:rFonts w:ascii="Calibri" w:hAnsi="Calibri" w:cs="Calibri"/>
                <w:i/>
              </w:rPr>
              <w:t>m.</w:t>
            </w:r>
          </w:p>
          <w:p w:rsidR="009C3732" w:rsidRPr="00137CBD" w:rsidRDefault="00137CBD" w:rsidP="004B1518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Show your work!</w:t>
            </w:r>
          </w:p>
          <w:p w:rsidR="009C3732" w:rsidRPr="009676C2" w:rsidRDefault="009C3732" w:rsidP="004B1518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1420" w:dyaOrig="320">
                <v:shape id="_x0000_i1032" type="#_x0000_t75" style="width:71.3pt;height:15.6pt" o:ole="">
                  <v:imagedata r:id="rId23" o:title=""/>
                </v:shape>
                <o:OLEObject Type="Embed" ProgID="Equation.3" ShapeID="_x0000_i1032" DrawAspect="Content" ObjectID="_1471642691" r:id="rId24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  </w:t>
            </w:r>
            <w:r>
              <w:rPr>
                <w:rFonts w:ascii="Calibri" w:hAnsi="Calibri" w:cs="Calibri"/>
              </w:rPr>
              <w:t>7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219" w:dyaOrig="320">
                <v:shape id="_x0000_i1033" type="#_x0000_t75" style="width:60.45pt;height:15.6pt" o:ole="">
                  <v:imagedata r:id="rId25" o:title=""/>
                </v:shape>
                <o:OLEObject Type="Embed" ProgID="Equation.3" ShapeID="_x0000_i1033" DrawAspect="Content" ObjectID="_1471642692" r:id="rId26"/>
              </w:object>
            </w:r>
            <w:r w:rsidRPr="009676C2">
              <w:rPr>
                <w:rFonts w:ascii="Calibri" w:hAnsi="Calibri" w:cs="Calibri"/>
              </w:rPr>
              <w:t xml:space="preserve">                                             </w:t>
            </w:r>
            <w:r>
              <w:rPr>
                <w:rFonts w:ascii="Calibri" w:hAnsi="Calibri" w:cs="Calibri"/>
              </w:rPr>
              <w:t>8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400" w:dyaOrig="320">
                <v:shape id="_x0000_i1034" type="#_x0000_t75" style="width:69.95pt;height:15.6pt" o:ole="">
                  <v:imagedata r:id="rId27" o:title=""/>
                </v:shape>
                <o:OLEObject Type="Embed" ProgID="Equation.3" ShapeID="_x0000_i1034" DrawAspect="Content" ObjectID="_1471642693" r:id="rId28"/>
              </w:object>
            </w:r>
          </w:p>
          <w:p w:rsidR="009C3732" w:rsidRPr="009676C2" w:rsidRDefault="009C3732" w:rsidP="004B1518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</w:p>
          <w:p w:rsidR="009C3732" w:rsidRDefault="009C3732" w:rsidP="004B1518">
            <w:pPr>
              <w:tabs>
                <w:tab w:val="left" w:pos="4230"/>
                <w:tab w:val="left" w:pos="8775"/>
              </w:tabs>
            </w:pPr>
            <w:r>
              <w:t>_________________________                                  _________________________                                _________________________</w:t>
            </w:r>
          </w:p>
          <w:p w:rsidR="00137CBD" w:rsidRDefault="00137CBD" w:rsidP="004B1518">
            <w:pPr>
              <w:tabs>
                <w:tab w:val="left" w:pos="4230"/>
                <w:tab w:val="left" w:pos="8775"/>
              </w:tabs>
            </w:pPr>
          </w:p>
          <w:p w:rsidR="00137CBD" w:rsidRDefault="00137CBD" w:rsidP="004B1518">
            <w:pPr>
              <w:tabs>
                <w:tab w:val="left" w:pos="4230"/>
                <w:tab w:val="left" w:pos="8775"/>
              </w:tabs>
            </w:pPr>
          </w:p>
          <w:p w:rsidR="00137CBD" w:rsidRPr="00ED0CD6" w:rsidRDefault="00137CBD" w:rsidP="004B1518">
            <w:pPr>
              <w:tabs>
                <w:tab w:val="left" w:pos="4230"/>
                <w:tab w:val="left" w:pos="8775"/>
              </w:tabs>
            </w:pPr>
          </w:p>
        </w:tc>
      </w:tr>
      <w:tr w:rsidR="009C3732" w:rsidRPr="00217F1A" w:rsidTr="004B1518">
        <w:tc>
          <w:tcPr>
            <w:tcW w:w="11016" w:type="dxa"/>
            <w:gridSpan w:val="2"/>
            <w:shd w:val="clear" w:color="auto" w:fill="auto"/>
          </w:tcPr>
          <w:p w:rsidR="009C3732" w:rsidRPr="009676C2" w:rsidRDefault="009C3732" w:rsidP="004B1518">
            <w:pPr>
              <w:rPr>
                <w:rFonts w:ascii="Calibri" w:hAnsi="Calibri" w:cs="Calibri"/>
              </w:rPr>
            </w:pPr>
            <w:r w:rsidRPr="009676C2">
              <w:rPr>
                <w:rFonts w:ascii="Calibri" w:hAnsi="Calibri" w:cs="Calibri"/>
              </w:rPr>
              <w:t xml:space="preserve">Write an equation in </w:t>
            </w:r>
            <w:r w:rsidRPr="00137CBD">
              <w:rPr>
                <w:rFonts w:ascii="Calibri" w:hAnsi="Calibri" w:cs="Calibri"/>
                <w:b/>
              </w:rPr>
              <w:t>point-slope</w:t>
            </w:r>
            <w:r w:rsidRPr="009676C2">
              <w:rPr>
                <w:rFonts w:ascii="Calibri" w:hAnsi="Calibri" w:cs="Calibri"/>
              </w:rPr>
              <w:t xml:space="preserve"> form of the line that passes through the given points.</w:t>
            </w:r>
          </w:p>
          <w:p w:rsidR="009C3732" w:rsidRPr="00137CBD" w:rsidRDefault="00137CBD" w:rsidP="004B1518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Show your work!</w:t>
            </w:r>
          </w:p>
          <w:p w:rsidR="009C3732" w:rsidRPr="009676C2" w:rsidRDefault="009C3732" w:rsidP="004B1518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980" w:dyaOrig="320">
                <v:shape id="_x0000_i1035" type="#_x0000_t75" style="width:48.9pt;height:15.6pt" o:ole="">
                  <v:imagedata r:id="rId29" o:title=""/>
                </v:shape>
                <o:OLEObject Type="Embed" ProgID="Equation.3" ShapeID="_x0000_i1035" DrawAspect="Content" ObjectID="_1471642694" r:id="rId30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  </w:t>
            </w:r>
            <w:r>
              <w:rPr>
                <w:rFonts w:ascii="Calibri" w:hAnsi="Calibri" w:cs="Calibri"/>
              </w:rPr>
              <w:t>10</w:t>
            </w:r>
            <w:r w:rsidRPr="009676C2">
              <w:rPr>
                <w:rFonts w:ascii="Calibri" w:hAnsi="Calibri" w:cs="Calibri"/>
              </w:rPr>
              <w:t>)</w:t>
            </w:r>
            <w:r>
              <w:t xml:space="preserve"> </w:t>
            </w:r>
            <w:r w:rsidRPr="009676C2">
              <w:rPr>
                <w:position w:val="-10"/>
              </w:rPr>
              <w:object w:dxaOrig="1240" w:dyaOrig="320">
                <v:shape id="_x0000_i1036" type="#_x0000_t75" style="width:62.5pt;height:15.6pt" o:ole="">
                  <v:imagedata r:id="rId31" o:title=""/>
                </v:shape>
                <o:OLEObject Type="Embed" ProgID="Equation.3" ShapeID="_x0000_i1036" DrawAspect="Content" ObjectID="_1471642695" r:id="rId32"/>
              </w:object>
            </w:r>
            <w:r w:rsidRPr="009676C2">
              <w:rPr>
                <w:rFonts w:ascii="Calibri" w:hAnsi="Calibri" w:cs="Calibri"/>
              </w:rPr>
              <w:t xml:space="preserve">              </w:t>
            </w:r>
            <w:r>
              <w:rPr>
                <w:rFonts w:ascii="Calibri" w:hAnsi="Calibri" w:cs="Calibri"/>
              </w:rPr>
              <w:t xml:space="preserve">                               11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080" w:dyaOrig="320">
                <v:shape id="_x0000_i1037" type="#_x0000_t75" style="width:54.35pt;height:15.6pt" o:ole="">
                  <v:imagedata r:id="rId33" o:title=""/>
                </v:shape>
                <o:OLEObject Type="Embed" ProgID="Equation.3" ShapeID="_x0000_i1037" DrawAspect="Content" ObjectID="_1471642696" r:id="rId34"/>
              </w:object>
            </w:r>
          </w:p>
          <w:p w:rsidR="009C3732" w:rsidRDefault="009C3732" w:rsidP="004B1518"/>
          <w:p w:rsidR="009C3732" w:rsidRDefault="009C3732" w:rsidP="004B1518">
            <w:pPr>
              <w:tabs>
                <w:tab w:val="left" w:pos="4230"/>
                <w:tab w:val="left" w:pos="8775"/>
              </w:tabs>
            </w:pPr>
            <w:r>
              <w:t>_________________________                                  _________________________                                _________________________</w:t>
            </w:r>
          </w:p>
          <w:p w:rsidR="009C3732" w:rsidRDefault="009C3732" w:rsidP="004B1518">
            <w:pPr>
              <w:tabs>
                <w:tab w:val="left" w:pos="4230"/>
                <w:tab w:val="left" w:pos="8775"/>
              </w:tabs>
            </w:pPr>
          </w:p>
          <w:p w:rsidR="009C3732" w:rsidRDefault="009C3732" w:rsidP="004B1518">
            <w:pPr>
              <w:tabs>
                <w:tab w:val="left" w:pos="4230"/>
                <w:tab w:val="left" w:pos="8775"/>
              </w:tabs>
            </w:pPr>
          </w:p>
          <w:p w:rsidR="009C3732" w:rsidRPr="00ED0CD6" w:rsidRDefault="009C3732" w:rsidP="004B1518">
            <w:pPr>
              <w:tabs>
                <w:tab w:val="left" w:pos="4230"/>
                <w:tab w:val="left" w:pos="8775"/>
              </w:tabs>
            </w:pPr>
          </w:p>
        </w:tc>
      </w:tr>
      <w:tr w:rsidR="009C3732" w:rsidRPr="00217F1A" w:rsidTr="004B1518">
        <w:tc>
          <w:tcPr>
            <w:tcW w:w="5508" w:type="dxa"/>
            <w:shd w:val="clear" w:color="auto" w:fill="auto"/>
          </w:tcPr>
          <w:p w:rsidR="00137CBD" w:rsidRDefault="00137CBD" w:rsidP="00137CBD">
            <w:pPr>
              <w:tabs>
                <w:tab w:val="left" w:pos="0"/>
              </w:tabs>
            </w:pPr>
            <w:r>
              <w:t>12</w:t>
            </w:r>
            <w:r w:rsidRPr="00217F1A">
              <w:t>) A stylist earns $10 an hour plus $3 per haircut. Which equation represents the stylist’s hourly earnings?</w:t>
            </w:r>
          </w:p>
          <w:p w:rsidR="00137CBD" w:rsidRPr="002011DD" w:rsidRDefault="00137CBD" w:rsidP="00137CBD">
            <w:pPr>
              <w:tabs>
                <w:tab w:val="left" w:pos="0"/>
              </w:tabs>
            </w:pPr>
          </w:p>
          <w:p w:rsidR="00137CBD" w:rsidRPr="002011DD" w:rsidRDefault="00137CBD" w:rsidP="00137CBD">
            <w:pPr>
              <w:tabs>
                <w:tab w:val="left" w:pos="0"/>
              </w:tabs>
            </w:pPr>
            <w:r w:rsidRPr="00217F1A">
              <w:t xml:space="preserve">F.  </w:t>
            </w:r>
            <m:oMath>
              <m:r>
                <w:rPr>
                  <w:rFonts w:ascii="Cambria Math" w:hAnsi="Cambria Math"/>
                </w:rPr>
                <m:t>y=3x+10</m:t>
              </m:r>
            </m:oMath>
          </w:p>
          <w:p w:rsidR="00137CBD" w:rsidRPr="002011DD" w:rsidRDefault="00137CBD" w:rsidP="00137CBD">
            <w:pPr>
              <w:tabs>
                <w:tab w:val="left" w:pos="0"/>
              </w:tabs>
            </w:pPr>
            <w:r w:rsidRPr="00217F1A">
              <w:t xml:space="preserve">G. </w:t>
            </w:r>
            <m:oMath>
              <m:r>
                <w:rPr>
                  <w:rFonts w:ascii="Cambria Math" w:hAnsi="Cambria Math"/>
                </w:rPr>
                <m:t>y=10x+3</m:t>
              </m:r>
            </m:oMath>
          </w:p>
          <w:p w:rsidR="00137CBD" w:rsidRPr="002011DD" w:rsidRDefault="00137CBD" w:rsidP="00137CBD">
            <w:pPr>
              <w:tabs>
                <w:tab w:val="left" w:pos="0"/>
              </w:tabs>
            </w:pPr>
            <w:r w:rsidRPr="00217F1A">
              <w:t xml:space="preserve">H. </w:t>
            </w:r>
            <m:oMath>
              <m:r>
                <w:rPr>
                  <w:rFonts w:ascii="Cambria Math" w:hAnsi="Cambria Math"/>
                </w:rPr>
                <m:t>y=3x-10</m:t>
              </m:r>
            </m:oMath>
          </w:p>
          <w:p w:rsidR="00137CBD" w:rsidRPr="002011DD" w:rsidRDefault="00137CBD" w:rsidP="00137CBD">
            <w:pPr>
              <w:tabs>
                <w:tab w:val="left" w:pos="0"/>
              </w:tabs>
            </w:pPr>
            <w:r w:rsidRPr="00217F1A">
              <w:t xml:space="preserve">J.  </w:t>
            </w:r>
            <m:oMath>
              <m:r>
                <w:rPr>
                  <w:rFonts w:ascii="Cambria Math" w:hAnsi="Cambria Math"/>
                </w:rPr>
                <m:t>y=10x-3</m:t>
              </m:r>
            </m:oMath>
          </w:p>
          <w:p w:rsidR="00137CBD" w:rsidRDefault="00137CBD" w:rsidP="00137CBD">
            <w:pPr>
              <w:tabs>
                <w:tab w:val="left" w:pos="0"/>
              </w:tabs>
            </w:pPr>
            <w:r w:rsidRPr="00217F1A">
              <w:t>K. none of the above</w:t>
            </w:r>
          </w:p>
          <w:p w:rsidR="00137CBD" w:rsidRDefault="00137CBD" w:rsidP="00137CBD">
            <w:pPr>
              <w:tabs>
                <w:tab w:val="left" w:pos="0"/>
              </w:tabs>
            </w:pPr>
          </w:p>
          <w:p w:rsidR="009C3732" w:rsidRDefault="009C3732" w:rsidP="004B1518">
            <w:pPr>
              <w:tabs>
                <w:tab w:val="left" w:pos="3420"/>
                <w:tab w:val="left" w:pos="3555"/>
                <w:tab w:val="left" w:pos="8055"/>
              </w:tabs>
            </w:pPr>
          </w:p>
          <w:p w:rsidR="00137CBD" w:rsidRDefault="00137CBD" w:rsidP="004B1518">
            <w:pPr>
              <w:tabs>
                <w:tab w:val="left" w:pos="3420"/>
                <w:tab w:val="left" w:pos="3555"/>
                <w:tab w:val="left" w:pos="8055"/>
              </w:tabs>
            </w:pPr>
          </w:p>
          <w:p w:rsidR="00137CBD" w:rsidRDefault="00137CBD" w:rsidP="004B1518">
            <w:pPr>
              <w:tabs>
                <w:tab w:val="left" w:pos="3420"/>
                <w:tab w:val="left" w:pos="3555"/>
                <w:tab w:val="left" w:pos="8055"/>
              </w:tabs>
            </w:pPr>
          </w:p>
          <w:p w:rsidR="00137CBD" w:rsidRDefault="00137CBD" w:rsidP="004B1518">
            <w:pPr>
              <w:tabs>
                <w:tab w:val="left" w:pos="3420"/>
                <w:tab w:val="left" w:pos="3555"/>
                <w:tab w:val="left" w:pos="8055"/>
              </w:tabs>
            </w:pPr>
          </w:p>
          <w:p w:rsidR="00137CBD" w:rsidRPr="00ED0CD6" w:rsidRDefault="00137CBD" w:rsidP="004B1518">
            <w:pPr>
              <w:tabs>
                <w:tab w:val="left" w:pos="3420"/>
                <w:tab w:val="left" w:pos="3555"/>
                <w:tab w:val="left" w:pos="8055"/>
              </w:tabs>
            </w:pPr>
          </w:p>
        </w:tc>
        <w:tc>
          <w:tcPr>
            <w:tcW w:w="5508" w:type="dxa"/>
            <w:shd w:val="clear" w:color="auto" w:fill="auto"/>
          </w:tcPr>
          <w:p w:rsidR="009C3732" w:rsidRDefault="009C3732" w:rsidP="004B1518">
            <w:pPr>
              <w:tabs>
                <w:tab w:val="left" w:pos="0"/>
              </w:tabs>
            </w:pPr>
            <w:r>
              <w:t>13</w:t>
            </w:r>
            <w:r w:rsidRPr="00217F1A">
              <w:t>) Solve the following equation.</w:t>
            </w:r>
          </w:p>
          <w:p w:rsidR="009C3732" w:rsidRDefault="009C3732" w:rsidP="004B1518">
            <w:pPr>
              <w:tabs>
                <w:tab w:val="left" w:pos="0"/>
              </w:tabs>
            </w:pPr>
            <w:r>
              <w:t xml:space="preserve">              </w:t>
            </w:r>
            <w:r w:rsidRPr="00217F1A">
              <w:rPr>
                <w:position w:val="-24"/>
              </w:rPr>
              <w:object w:dxaOrig="1540" w:dyaOrig="620">
                <v:shape id="_x0000_i1038" type="#_x0000_t75" style="width:77.45pt;height:30.55pt" o:ole="">
                  <v:imagedata r:id="rId35" o:title=""/>
                </v:shape>
                <o:OLEObject Type="Embed" ProgID="Equation.3" ShapeID="_x0000_i1038" DrawAspect="Content" ObjectID="_1471642697" r:id="rId36"/>
              </w:object>
            </w:r>
          </w:p>
          <w:p w:rsidR="009C3732" w:rsidRPr="002011DD" w:rsidRDefault="009C3732" w:rsidP="004B1518">
            <w:pPr>
              <w:tabs>
                <w:tab w:val="left" w:pos="0"/>
              </w:tabs>
            </w:pPr>
          </w:p>
          <w:p w:rsidR="009C3732" w:rsidRDefault="009C3732" w:rsidP="004B1518">
            <w:pPr>
              <w:tabs>
                <w:tab w:val="left" w:pos="0"/>
              </w:tabs>
            </w:pPr>
            <w:r w:rsidRPr="00217F1A">
              <w:t xml:space="preserve">F. </w:t>
            </w:r>
            <w:r w:rsidRPr="00217F1A">
              <w:rPr>
                <w:position w:val="-6"/>
              </w:rPr>
              <w:object w:dxaOrig="560" w:dyaOrig="279">
                <v:shape id="_x0000_i1039" type="#_x0000_t75" style="width:27.85pt;height:14.25pt" o:ole="">
                  <v:imagedata r:id="rId37" o:title=""/>
                </v:shape>
                <o:OLEObject Type="Embed" ProgID="Equation.3" ShapeID="_x0000_i1039" DrawAspect="Content" ObjectID="_1471642698" r:id="rId38"/>
              </w:object>
            </w:r>
          </w:p>
          <w:p w:rsidR="009C3732" w:rsidRDefault="009C3732" w:rsidP="004B1518">
            <w:pPr>
              <w:tabs>
                <w:tab w:val="left" w:pos="0"/>
              </w:tabs>
            </w:pPr>
            <w:r w:rsidRPr="00217F1A">
              <w:t>G.</w:t>
            </w:r>
            <w:r w:rsidRPr="00217F1A">
              <w:rPr>
                <w:position w:val="-6"/>
              </w:rPr>
              <w:object w:dxaOrig="660" w:dyaOrig="279">
                <v:shape id="_x0000_i1040" type="#_x0000_t75" style="width:33.3pt;height:14.25pt" o:ole="">
                  <v:imagedata r:id="rId39" o:title=""/>
                </v:shape>
                <o:OLEObject Type="Embed" ProgID="Equation.3" ShapeID="_x0000_i1040" DrawAspect="Content" ObjectID="_1471642699" r:id="rId40"/>
              </w:object>
            </w:r>
          </w:p>
          <w:p w:rsidR="009C3732" w:rsidRDefault="009C3732" w:rsidP="004B1518">
            <w:pPr>
              <w:tabs>
                <w:tab w:val="left" w:pos="0"/>
              </w:tabs>
            </w:pPr>
            <w:r w:rsidRPr="00217F1A">
              <w:t>H.</w:t>
            </w:r>
            <w:r w:rsidRPr="00217F1A">
              <w:rPr>
                <w:position w:val="-6"/>
              </w:rPr>
              <w:object w:dxaOrig="680" w:dyaOrig="279">
                <v:shape id="_x0000_i1041" type="#_x0000_t75" style="width:33.95pt;height:14.25pt" o:ole="">
                  <v:imagedata r:id="rId41" o:title=""/>
                </v:shape>
                <o:OLEObject Type="Embed" ProgID="Equation.3" ShapeID="_x0000_i1041" DrawAspect="Content" ObjectID="_1471642700" r:id="rId42"/>
              </w:object>
            </w:r>
          </w:p>
          <w:p w:rsidR="009C3732" w:rsidRDefault="009C3732" w:rsidP="004B1518">
            <w:pPr>
              <w:tabs>
                <w:tab w:val="left" w:pos="0"/>
              </w:tabs>
            </w:pPr>
            <w:r w:rsidRPr="00217F1A">
              <w:t xml:space="preserve">J. </w:t>
            </w:r>
            <w:r w:rsidRPr="00217F1A">
              <w:rPr>
                <w:position w:val="-6"/>
              </w:rPr>
              <w:object w:dxaOrig="700" w:dyaOrig="279">
                <v:shape id="_x0000_i1042" type="#_x0000_t75" style="width:35.3pt;height:14.25pt" o:ole="">
                  <v:imagedata r:id="rId43" o:title=""/>
                </v:shape>
                <o:OLEObject Type="Embed" ProgID="Equation.3" ShapeID="_x0000_i1042" DrawAspect="Content" ObjectID="_1471642701" r:id="rId44"/>
              </w:object>
            </w:r>
          </w:p>
          <w:p w:rsidR="009C3732" w:rsidRDefault="009C3732" w:rsidP="004B1518">
            <w:pPr>
              <w:tabs>
                <w:tab w:val="left" w:pos="0"/>
              </w:tabs>
            </w:pPr>
            <w:r w:rsidRPr="00217F1A">
              <w:t>K. none of the above</w:t>
            </w: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</w:tc>
      </w:tr>
    </w:tbl>
    <w:p w:rsidR="009C3732" w:rsidRPr="00137CBD" w:rsidRDefault="009C3732" w:rsidP="009C3732">
      <w:pPr>
        <w:rPr>
          <w:rFonts w:eastAsiaTheme="minorEastAsia"/>
          <w:i/>
          <w:sz w:val="14"/>
        </w:rPr>
      </w:pPr>
    </w:p>
    <w:sectPr w:rsidR="009C3732" w:rsidRPr="00137CBD" w:rsidSect="00C60B4B">
      <w:footerReference w:type="default" r:id="rId45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5DE" w:rsidRDefault="00AF55DE" w:rsidP="004A1C66">
      <w:r>
        <w:separator/>
      </w:r>
    </w:p>
  </w:endnote>
  <w:endnote w:type="continuationSeparator" w:id="0">
    <w:p w:rsidR="00AF55DE" w:rsidRDefault="00AF55DE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5DE" w:rsidRDefault="00AF55DE" w:rsidP="004A1C66">
      <w:r>
        <w:separator/>
      </w:r>
    </w:p>
  </w:footnote>
  <w:footnote w:type="continuationSeparator" w:id="0">
    <w:p w:rsidR="00AF55DE" w:rsidRDefault="00AF55DE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E6B2C"/>
    <w:multiLevelType w:val="multilevel"/>
    <w:tmpl w:val="6004E1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1BB"/>
    <w:rsid w:val="000248E2"/>
    <w:rsid w:val="00137CBD"/>
    <w:rsid w:val="002337F9"/>
    <w:rsid w:val="00242D79"/>
    <w:rsid w:val="002F52CA"/>
    <w:rsid w:val="00325C62"/>
    <w:rsid w:val="003B785F"/>
    <w:rsid w:val="0046455A"/>
    <w:rsid w:val="004A1C66"/>
    <w:rsid w:val="004D05E9"/>
    <w:rsid w:val="00583ACB"/>
    <w:rsid w:val="00584381"/>
    <w:rsid w:val="006515D2"/>
    <w:rsid w:val="006F5A5F"/>
    <w:rsid w:val="00873F7D"/>
    <w:rsid w:val="008D156F"/>
    <w:rsid w:val="009C3732"/>
    <w:rsid w:val="00AF55DE"/>
    <w:rsid w:val="00B53200"/>
    <w:rsid w:val="00C60B4B"/>
    <w:rsid w:val="00CE4705"/>
    <w:rsid w:val="00D641BB"/>
    <w:rsid w:val="00E27304"/>
    <w:rsid w:val="00ED05F2"/>
    <w:rsid w:val="00F63917"/>
    <w:rsid w:val="00FB7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oleObject" Target="embeddings/oleObject9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wmf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3~Sep%208-12\Day%2013%20-%20Sep%2011\HW11_WordProblems&amp;TestRevi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HW11_WordProblems&amp;TestReview</Template>
  <TotalTime>0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2014-09-08T05:46:00Z</dcterms:created>
  <dcterms:modified xsi:type="dcterms:W3CDTF">2014-09-08T05:46:00Z</dcterms:modified>
</cp:coreProperties>
</file>